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C66" w:rsidRDefault="00B36C66" w:rsidP="00B36C66">
      <w:pPr>
        <w:rPr>
          <w:rFonts w:asciiTheme="minorHAnsi" w:hAnsiTheme="minorHAnsi"/>
          <w:b/>
          <w:highlight w:val="yellow"/>
        </w:rPr>
      </w:pPr>
      <w:r>
        <w:rPr>
          <w:rFonts w:asciiTheme="minorHAnsi" w:hAnsiTheme="minorHAnsi"/>
          <w:b/>
          <w:highlight w:val="yellow"/>
        </w:rPr>
        <w:t xml:space="preserve">Modified version of MTrack2 plugin: </w:t>
      </w:r>
      <w:r w:rsidRPr="008C5745">
        <w:rPr>
          <w:rFonts w:asciiTheme="minorHAnsi" w:hAnsiTheme="minorHAnsi"/>
          <w:b/>
          <w:highlight w:val="yellow"/>
        </w:rPr>
        <w:t xml:space="preserve"> </w:t>
      </w:r>
    </w:p>
    <w:p w:rsidR="00B36C66" w:rsidRPr="00B9444C" w:rsidRDefault="00B36C66" w:rsidP="00B36C66">
      <w:pPr>
        <w:rPr>
          <w:lang w:val="en-US"/>
        </w:rPr>
      </w:pPr>
      <w:r>
        <w:rPr>
          <w:rFonts w:asciiTheme="minorHAnsi" w:hAnsiTheme="minorHAnsi"/>
          <w:b/>
          <w:highlight w:val="yellow"/>
        </w:rPr>
        <w:t>“</w:t>
      </w:r>
      <w:r w:rsidRPr="00B36C66">
        <w:rPr>
          <w:rFonts w:asciiTheme="minorHAnsi" w:hAnsiTheme="minorHAnsi"/>
          <w:b/>
          <w:highlight w:val="yellow"/>
        </w:rPr>
        <w:t xml:space="preserve">MTrack2 </w:t>
      </w:r>
      <w:proofErr w:type="spellStart"/>
      <w:r w:rsidRPr="00B36C66">
        <w:rPr>
          <w:rFonts w:asciiTheme="minorHAnsi" w:hAnsiTheme="minorHAnsi"/>
          <w:b/>
          <w:highlight w:val="yellow"/>
        </w:rPr>
        <w:t>kt</w:t>
      </w:r>
      <w:proofErr w:type="spellEnd"/>
      <w:r>
        <w:rPr>
          <w:rFonts w:asciiTheme="minorHAnsi" w:hAnsiTheme="minorHAnsi"/>
          <w:b/>
          <w:highlight w:val="yellow"/>
        </w:rPr>
        <w:t>”</w:t>
      </w:r>
      <w:r w:rsidRPr="00B36C66">
        <w:rPr>
          <w:rFonts w:asciiTheme="minorHAnsi" w:hAnsiTheme="minorHAnsi"/>
          <w:b/>
          <w:highlight w:val="yellow"/>
        </w:rPr>
        <w:t xml:space="preserve"> output</w:t>
      </w:r>
      <w:r>
        <w:rPr>
          <w:rFonts w:asciiTheme="minorHAnsi" w:hAnsiTheme="minorHAnsi"/>
          <w:b/>
          <w:highlight w:val="yellow"/>
        </w:rPr>
        <w:t>s the</w:t>
      </w:r>
      <w:r w:rsidRPr="00B36C66">
        <w:rPr>
          <w:rFonts w:asciiTheme="minorHAnsi" w:hAnsiTheme="minorHAnsi"/>
          <w:b/>
          <w:highlight w:val="yellow"/>
        </w:rPr>
        <w:t xml:space="preserve"> results in a single column for later analysis with the Ibidi chemotaxis tool.</w:t>
      </w:r>
    </w:p>
    <w:p w:rsidR="00B36C66" w:rsidRDefault="00B36C66" w:rsidP="00B36C66">
      <w:pPr>
        <w:rPr>
          <w:lang w:val="en-US"/>
        </w:rPr>
      </w:pPr>
    </w:p>
    <w:p w:rsidR="00152530" w:rsidRPr="00152530" w:rsidRDefault="00152530" w:rsidP="00B36C66">
      <w:pPr>
        <w:rPr>
          <w:rFonts w:asciiTheme="majorHAnsi" w:hAnsiTheme="majorHAnsi"/>
          <w:lang w:val="en-US"/>
        </w:rPr>
      </w:pPr>
      <w:r w:rsidRPr="00152530">
        <w:rPr>
          <w:rFonts w:asciiTheme="majorHAnsi" w:hAnsiTheme="majorHAnsi"/>
          <w:lang w:val="en-US"/>
        </w:rPr>
        <w:t xml:space="preserve">To install this modified MTrack2 plugin, download a free Java compiler program such as “JD-GUI”. </w:t>
      </w:r>
    </w:p>
    <w:p w:rsidR="00152530" w:rsidRPr="00152530" w:rsidRDefault="00152530" w:rsidP="00B36C66">
      <w:pPr>
        <w:rPr>
          <w:rFonts w:asciiTheme="majorHAnsi" w:hAnsiTheme="majorHAnsi"/>
          <w:lang w:val="en-US"/>
        </w:rPr>
      </w:pPr>
      <w:r w:rsidRPr="00152530">
        <w:rPr>
          <w:rFonts w:asciiTheme="majorHAnsi" w:hAnsiTheme="majorHAnsi"/>
          <w:lang w:val="en-US"/>
        </w:rPr>
        <w:t>Copy the following text into the window and save as a .java file.</w:t>
      </w:r>
    </w:p>
    <w:p w:rsidR="00152530" w:rsidRPr="00152530" w:rsidRDefault="00152530" w:rsidP="00B36C66">
      <w:pPr>
        <w:rPr>
          <w:rFonts w:asciiTheme="majorHAnsi" w:hAnsiTheme="majorHAnsi"/>
          <w:lang w:val="en-US"/>
        </w:rPr>
      </w:pPr>
      <w:r w:rsidRPr="00152530">
        <w:rPr>
          <w:rFonts w:asciiTheme="majorHAnsi" w:hAnsiTheme="majorHAnsi"/>
          <w:lang w:val="en-US"/>
        </w:rPr>
        <w:t xml:space="preserve">Drag the .java file into the ImageJ program folder in the “tools” or “plugins” folders. </w:t>
      </w:r>
    </w:p>
    <w:p w:rsidR="00152530" w:rsidRDefault="00152530" w:rsidP="00B36C66">
      <w:pPr>
        <w:rPr>
          <w:rFonts w:asciiTheme="majorHAnsi" w:hAnsiTheme="majorHAnsi"/>
          <w:lang w:val="en-US"/>
        </w:rPr>
      </w:pPr>
      <w:r w:rsidRPr="00152530">
        <w:rPr>
          <w:rFonts w:asciiTheme="majorHAnsi" w:hAnsiTheme="majorHAnsi"/>
          <w:lang w:val="en-US"/>
        </w:rPr>
        <w:t>Re-start the ImageJ program.</w:t>
      </w:r>
    </w:p>
    <w:p w:rsidR="00152530" w:rsidRDefault="00152530" w:rsidP="00B36C66">
      <w:pPr>
        <w:rPr>
          <w:rFonts w:asciiTheme="majorHAnsi" w:hAnsiTheme="majorHAnsi"/>
          <w:lang w:val="en-US"/>
        </w:rPr>
      </w:pPr>
    </w:p>
    <w:p w:rsidR="00152530" w:rsidRPr="00152530" w:rsidRDefault="00152530" w:rsidP="00B36C66">
      <w:pPr>
        <w:rPr>
          <w:rFonts w:asciiTheme="majorHAnsi" w:hAnsiTheme="majorHAnsi"/>
          <w:lang w:val="en-US"/>
        </w:rPr>
      </w:pPr>
      <w:bookmarkStart w:id="0" w:name="_GoBack"/>
      <w:bookmarkEnd w:id="0"/>
    </w:p>
    <w:p w:rsidR="003E4BC6" w:rsidRDefault="003E4BC6">
      <w:pPr>
        <w:rPr>
          <w:rFonts w:ascii="Consolas" w:hAnsi="Consolas" w:cs="Consolas"/>
          <w:color w:val="000000"/>
          <w:sz w:val="20"/>
          <w:szCs w:val="20"/>
          <w:lang w:val="en-US" w:eastAsia="en-US"/>
        </w:rPr>
      </w:pP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proofErr w:type="spellStart"/>
      <w:r w:rsidRPr="00B36C66">
        <w:rPr>
          <w:rFonts w:ascii="Consolas" w:hAnsi="Consolas" w:cs="Consolas"/>
          <w:b/>
          <w:bCs/>
          <w:color w:val="7F0055"/>
          <w:sz w:val="18"/>
          <w:szCs w:val="18"/>
          <w:lang w:val="de-DE" w:eastAsia="de-DE"/>
        </w:rPr>
        <w:t>import</w:t>
      </w:r>
      <w:proofErr w:type="spellEnd"/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 xml:space="preserve"> 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ij.plugin.filter.PlugInFilter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java.awt.Color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java.util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java.io.*;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java.lang.Float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ij.gui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ij.io.*;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ij.process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ij.plugin.filter.ParticleAnalyzer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ij.plugin.filter.Analyzer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import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ij.measure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.*;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>Uses ImageJ's particle analyzer to track the movement of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multiple</w:t>
      </w:r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objects through a stack. 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Based on the Object Tracker plugin filter by Wayne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Rasband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Based on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Multitracker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, but should be quite a bit more intelligent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Nico Stuurman, Vale Lab, UCSF/HHMI,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May</w:t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,June</w:t>
      </w:r>
      <w:proofErr w:type="spellEnd"/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2003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Added single track column result format.</w:t>
      </w:r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 KT, Magdeburg, June 2016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class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MTrack2_kt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implements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PlugInFilter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Measurements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imp;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][]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ssx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][]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ssy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directory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,filename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999999;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2;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bSaveResultsFile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.SINGLE_COLUMN_SET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 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10;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=75;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skipDialogue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class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x;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y;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z;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flag=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copy(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source)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source.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source.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z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source.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z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source.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source.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distance 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p)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Math.sqrt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-p.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+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-p.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Track format for results file: Multiple column sets, or single column set.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enum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Original result data format, with multiple column sets for multiple tracks.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</w:t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* - Grid: frame per row, track per column set.</w:t>
      </w:r>
      <w:proofErr w:type="gram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Each set of columns (x, y, </w:t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flag</w:t>
      </w:r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) is a track. (The number of columns depends on the number of tracks.)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Each row starts with a frame number followed by column sets for each track. (A frame is an image in the stack sequence).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If a track has no point in a frame, then its (x, y, flag) cells are blank in that row.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If many tracks are found in the stack, then the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rowset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of all frames is broken into multiple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rowsets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to fit in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MULTI_COLUMN_SETS,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Result data format with single column set for all tracks.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The columns are (line in file, track number, slice in track, source frame in stack, x, y, flag).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All slices of one track appear in frame order before the slices of the next track.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- If a track has no point in a frame, then no row appears with that track number and source frame in stack.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SINGLE_COLUMN_SET;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String[]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getAllLabels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String[]{MULTI_COLUMN_SETS.name(), SINGLE_COLUMN_SET.name()};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setup(String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imp)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imp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imp;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IJ.versionLessThan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"1.17y"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DONE;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DOES_8G+NO_CHANGES;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static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setProperty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(String arg1, String arg2)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Integer.parseInt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Integer.parseInt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Integer.parseInt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Float.valueOf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(arg2).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floatValue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saveResultsFile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bSaveResultsFile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showPathLengths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showLabels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showPositions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showPaths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(arg1.equals(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skipDialogue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skipDialogue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Boolean.valueOf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(arg2);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run(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skipDialogue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GenericDialog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GenericDialog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"Object Tracker"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gd.addNumericField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"Minimum Object Size (pixels): 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0);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gd.addNumericField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"Maximum Object Size (pixels): 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0);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gd.addNumericField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"Maximum_ Velocity:"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0);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gd.addNumericField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"Minimum_ track length (frames)"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0);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gd.addChoice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"Result format"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getAllLabels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(), saveTrackFormat.name());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gd.addCheckbox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"Save Results File"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bSaveResultsFile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gd.addCheckbox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"Display Path Lengths"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gd.addCheckbox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"Show Labels"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gd.addCheckbox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"Show Positions"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gd.addCheckbox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"Show Paths"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gd.showDialog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gd.wasCanceled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gd.getNextNumber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gd.getNextNumber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gd.getNextNumber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gd.getNextNumber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bSaveResultsFile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gd.getNextBoolean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.valueOf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gd.getNextChoice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gd.getNextBoolean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gd.getNextBoolean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gd.getNextBoolean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gd.getNextBoolean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bSaveResultsFile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SaveDialog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SaveDialog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"Save Track Results"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trackresults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".txt"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directory=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sd.getDirectory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   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filename=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sd.getFileName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     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imp,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directory, filename);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public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imp,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String directory, String filename)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imp.getStackSize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&lt;2)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IJ.showMessage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"Tracker"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"Stack required"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stack =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options = 0; </w:t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set all PA options false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measurements = CENTROID;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Initialize results table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ResultsTable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ResultsTable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rt.reset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create storage for particle positions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// record particle positions for each frame in an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ArrayList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=1;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iFrame-1]=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rt.reset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ParticleAnalyzer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pa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ParticleAnalyzer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options, measurements,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pa.analyze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imp,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stack.getProcessor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sxRes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rt.getColumn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ResultsTable.X_CENTROID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syRes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rt.getColumn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ResultsTable.Y_CENTROID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sxRes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continue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sxRes.length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sxRes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syRes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z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=iFrame-1;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iFrame-1].add(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IJ.showProgress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/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now assemble tracks out of the particle lists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</w:t>
      </w:r>
      <w:proofErr w:type="gram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Also</w:t>
      </w:r>
      <w:proofErr w:type="gram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record to which track a particle belongs in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ArrayLists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&lt;=(nFrames-1);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IJ.showProgress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/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j=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].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// </w:t>
      </w:r>
      <w:proofErr w:type="gram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This</w:t>
      </w:r>
      <w:proofErr w:type="gram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must be the beginning of a new track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aTrack.add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search in next frames for more particles to be added to track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searchOn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tmpParticle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copy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=i+1;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&lt;=(nFrames-1);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foundOne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].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jF.hasNext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&amp;&amp;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searchOn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;) { 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jF.next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distance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distance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record a particle when it is within the search radius, and when it had not yet been claimed by another track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 (distance &lt;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&amp;&amp; 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if we had not found a particle before, it is easy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foundOne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tmpParticle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copy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foundOne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if we had one before, we'll take this one if it is closer.  In any case, flag these particles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(distance &lt;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distance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copy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tmpParticle.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inTrack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tmpParticle.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tmpParticle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(distance &lt;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maxVelocity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this particle is already in another track but could have been part of this one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</w:t>
      </w:r>
      <w:proofErr w:type="gram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We</w:t>
      </w:r>
      <w:proofErr w:type="gram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have a number of choices here: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1. Sort out to which track this particle really belongs (but how?)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2. Stop this track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3. Stop this track, and also delete the remainder of the other one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4. Stop this track and flag this particle: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testParticle.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foundOne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aTrack.add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lastRenderedPageBreak/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searchOn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copy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theTracks.add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aTrack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(filename !=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File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File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directory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,filename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outputfile.canWrite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try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outputfile.createNewFile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catch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e)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IJ.showMessage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"Error"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"Could not create 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directory+filename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outputfile.canWrite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IJ.showMessage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"Error"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"Could not write </w:t>
      </w:r>
      <w:proofErr w:type="gram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to "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directory + filename);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display the table with particle positions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first when we only write to the screen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try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StringWriter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StringWriter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.MULTI_COLUMN_SETS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writeTracksMultiColumns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}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.SINGLE_COLUMN_SET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writeTracksSingleColumn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bw.close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sw.close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BufferedReader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BufferedReader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StringReader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sw.toString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IJ.setColumnHeadings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br.readLine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(String line; (line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br.readLine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()) !=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 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IJ.write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line);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}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catch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never)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throw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AssertionError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(never);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and now when we write to file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try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File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File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directory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,filename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dos=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FileWriter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outputfile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.MULTI_COLUMN_SETS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writeTracksMultiColumns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dos,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}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saveTrackFormat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TrackFormat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.SINGLE_COLUMN_SET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writeTracksSingleColumn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dos,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writePathLengths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dos,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dos.close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catch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e)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(filename !=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IJ.error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"An error occurred writing the file. \n \n </w:t>
      </w:r>
      <w:proofErr w:type="gram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e);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Now do the fancy stuff when requested: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makes a new stack with objects labeled with track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nr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>// optionally also displays centroid position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bShowLabels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imp.createEmptyStack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xHeight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newstack.getHeight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yWidth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newstack.getWidth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&lt;=(nFrames-1);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=i+1;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+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stack.getProcessor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newstack.addSlice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stack.getSliceLabel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),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ip.crop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nip =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newstack.getProcessor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nip.setColor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Color.black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// hack to only show tracks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longerthan</w:t>
      </w:r>
      <w:proofErr w:type="spell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minTrackLength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</w:t>
      </w:r>
      <w:proofErr w:type="spellEnd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k=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].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k.hasNext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k.next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strPart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bShowPositions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+=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"="</w:t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+(</w:t>
      </w:r>
      <w:proofErr w:type="spellStart"/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","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// we could do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someboundary</w:t>
      </w:r>
      <w:proofErr w:type="spell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testing here to place the labels better when we are close to the edge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nip.moveTo(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+5,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doOffset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,yWidth,5) 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//nip.moveTo(doOffset((int)aParticle.x,xHeight,5),doOffset((int)aParticle.y,yWidth,5) 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nip.drawString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strPart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IJ.showProgress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iFrame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/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nFrames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nimp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imp.getTitle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+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 labels"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newstack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nimp.show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lastRenderedPageBreak/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imp.show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nimp.updateAndDraw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'map' of tracks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bShowPaths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imp.getCalibration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().scaled())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IJ.showMessage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MultiTracker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"Cannot display paths if image is spatially calibrated"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ByteProcessor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imp.getWidth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imp.getHeight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ip.setColor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Color.white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ip.fill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color;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</w:t>
      </w:r>
      <w:proofErr w:type="spellEnd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color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Math.min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(trackCount+1,254);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ip.setValue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color);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ip.moveTo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ip.lineTo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,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ImagePlus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"Paths"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ip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).show();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// Utility functions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sqr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n) {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n*n;}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doOffset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center,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displacement)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((center - displacement) &lt; 2*displacement)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(center + 4*displacement);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(center - displacement);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s2d(String s)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Double 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try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{d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Double(s);}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catch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NumberFormatException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e) {d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(d!=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d.doubleValue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else</w:t>
      </w:r>
      <w:proofErr w:type="gram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return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0.0);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Write track data using a row for each frame 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</w:t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and</w:t>
      </w:r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a set of columns (x, y, flag) for each track.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Each row starts with its frame number.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Cells are blank for a frame where a track has no point.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lastRenderedPageBreak/>
        <w:tab/>
        <w:t xml:space="preserve"> * Wrap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rowsets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at </w:t>
      </w:r>
      <w:proofErr w:type="spell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, with a new title and heading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</w:t>
      </w:r>
      <w:proofErr w:type="gramStart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 xml:space="preserve"> each subset of rows.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writeTracksMultiColumns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dos, List&lt;?&gt;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List&lt;?&gt;[]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throws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// </w:t>
      </w:r>
      <w:proofErr w:type="gram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Create</w:t>
      </w:r>
      <w:proofErr w:type="gram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the column headings based on the number of tracks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with length greater than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minTrackLength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since the number of tracks can be larger than can be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accomodated</w:t>
      </w:r>
      <w:proofErr w:type="spell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by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Excell</w:t>
      </w:r>
      <w:proofErr w:type="spell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, we deliver the tracks in chunks of </w:t>
      </w:r>
      <w:proofErr w:type="spell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maxColumns</w:t>
      </w:r>
      <w:proofErr w:type="spellEnd"/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7F5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  <w:t xml:space="preserve">// </w:t>
      </w:r>
      <w:proofErr w:type="gramStart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>As</w:t>
      </w:r>
      <w:proofErr w:type="gramEnd"/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 xml:space="preserve"> a side-effect, this makes the code quite complicated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7F5F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strHeadings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"Frame"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</w:t>
      </w:r>
      <w:proofErr w:type="spellEnd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&lt;=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strHeadings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+=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tX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+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+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tY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+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tFlag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+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repeat=(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(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/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reTest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/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reTest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&gt; repeat)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repeat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dos.write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strHeadings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dos.newLine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j=1; j&lt;=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repeat;j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to=j*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(to &gt; trackCount-1)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to=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trackCount-1;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</w:t>
      </w:r>
      <w:proofErr w:type="gram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Tracks "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((j-1)*maxColumns+1) 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 to 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+to;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dos.write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stLine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);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                        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dos.newLine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theParticles.length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(i+1);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</w:t>
      </w:r>
      <w:proofErr w:type="spellEnd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boolean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particleFound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false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&gt;((j-1)*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 &amp;&amp; 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&lt;=(j*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maxColumns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k=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].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k.hasNext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 &amp;&amp; !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particleFound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k.next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particleFound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gramEnd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true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String flag;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flag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flag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=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>"*"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b/>
          <w:bCs/>
          <w:color w:val="7F0055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b/>
          <w:bCs/>
          <w:color w:val="7F0055"/>
          <w:sz w:val="18"/>
          <w:szCs w:val="18"/>
          <w:lang w:val="de-DE" w:eastAsia="de-DE"/>
        </w:rPr>
        <w:t>else</w:t>
      </w:r>
      <w:proofErr w:type="spellEnd"/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flag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=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>" "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strLine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+=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 xml:space="preserve">"\t" 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+ 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aParticle.</w:t>
      </w:r>
      <w:r w:rsidRPr="00B36C66">
        <w:rPr>
          <w:rFonts w:ascii="Consolas" w:hAnsi="Consolas" w:cs="Consolas"/>
          <w:color w:val="000000"/>
          <w:sz w:val="18"/>
          <w:szCs w:val="18"/>
          <w:u w:val="single"/>
          <w:lang w:val="de-DE" w:eastAsia="de-DE"/>
        </w:rPr>
        <w:t>x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 + 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 xml:space="preserve">"\t" 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+ 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aParticle.</w:t>
      </w:r>
      <w:r w:rsidRPr="00B36C66">
        <w:rPr>
          <w:rFonts w:ascii="Consolas" w:hAnsi="Consolas" w:cs="Consolas"/>
          <w:color w:val="000000"/>
          <w:sz w:val="18"/>
          <w:szCs w:val="18"/>
          <w:u w:val="single"/>
          <w:lang w:val="de-DE" w:eastAsia="de-DE"/>
        </w:rPr>
        <w:t>y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 + 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 xml:space="preserve">"\t" 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+ 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flag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  <w:t>}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  <w:t>}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lastRenderedPageBreak/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b/>
          <w:bCs/>
          <w:color w:val="7F0055"/>
          <w:sz w:val="18"/>
          <w:szCs w:val="18"/>
          <w:lang w:val="de-DE" w:eastAsia="de-DE"/>
        </w:rPr>
        <w:t>if</w:t>
      </w:r>
      <w:proofErr w:type="spellEnd"/>
      <w:r w:rsidRPr="00B36C66">
        <w:rPr>
          <w:rFonts w:ascii="Consolas" w:hAnsi="Consolas" w:cs="Consolas"/>
          <w:color w:val="7F0055"/>
          <w:sz w:val="18"/>
          <w:szCs w:val="18"/>
          <w:lang w:val="de-DE" w:eastAsia="de-DE"/>
        </w:rPr>
        <w:t xml:space="preserve"> 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</w:t>
      </w:r>
      <w:proofErr w:type="gram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!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particleFound</w:t>
      </w:r>
      <w:proofErr w:type="spellEnd"/>
      <w:proofErr w:type="gram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)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strLine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+=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>"\t \t \t "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  <w:t>}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  <w:t>}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  <w:t>}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dos.write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strLine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);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dos.newLine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Write data for every track, using a row for each point in the track.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The row columns are: line in file, track number, slice in track, source frame in stack, x, y, flag.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Omit track rows with no data, where no point was found for the track in a frame of the image stack.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writeTracksSingleColumn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writer, List&lt;?&gt;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, List&lt;?&gt;[]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eachFramesParticles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throws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writer.write(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"line"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"TrackNr"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"TrSlice"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"Frame"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"X"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"Y"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'\t'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"Flag"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writer.newLine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lineCount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0,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List&lt;?&gt; track = (List&lt;?&gt;)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theTracks.get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+ 1;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trackSliceNr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this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++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outputTrackCount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&lt;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eachFramesParticles.length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List&lt;?&gt;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(List&lt;?&gt;) 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eachFramesParticles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frameIndex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+ 1;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trackFrameParticle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(Iterator&lt;?&gt;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frameParticles.iterator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particleIter.hasNext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 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aFrameParticle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particleIter.next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aFrameParticle.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trackFrameParticle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aFrameParticle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break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trackFrameParticle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!=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null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p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trackFrameParticle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++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lineCount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++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trackSliceNr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writer.write(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lineCount+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+outputTrackCount+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+trackSliceNr+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+frameNr+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"\t"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writer.write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p.</w:t>
      </w:r>
      <w:r w:rsidRPr="00B36C66">
        <w:rPr>
          <w:rFonts w:ascii="Consolas" w:hAnsi="Consolas" w:cs="Consolas"/>
          <w:color w:val="000000"/>
          <w:sz w:val="18"/>
          <w:szCs w:val="18"/>
          <w:u w:val="single"/>
          <w:lang w:val="de-DE" w:eastAsia="de-DE"/>
        </w:rPr>
        <w:t>x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>"\t"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p.</w:t>
      </w:r>
      <w:r w:rsidRPr="00B36C66">
        <w:rPr>
          <w:rFonts w:ascii="Consolas" w:hAnsi="Consolas" w:cs="Consolas"/>
          <w:color w:val="000000"/>
          <w:sz w:val="18"/>
          <w:szCs w:val="18"/>
          <w:u w:val="single"/>
          <w:lang w:val="de-DE" w:eastAsia="de-DE"/>
        </w:rPr>
        <w:t>y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</w:t>
      </w:r>
      <w:r w:rsidRPr="00B36C66">
        <w:rPr>
          <w:rFonts w:ascii="Consolas" w:hAnsi="Consolas" w:cs="Consolas"/>
          <w:color w:val="2900FF"/>
          <w:sz w:val="18"/>
          <w:szCs w:val="18"/>
          <w:lang w:val="de-DE" w:eastAsia="de-DE"/>
        </w:rPr>
        <w:t>"\t"</w:t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+(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p.</w:t>
      </w:r>
      <w:r w:rsidRPr="00B36C66">
        <w:rPr>
          <w:rFonts w:ascii="Consolas" w:hAnsi="Consolas" w:cs="Consolas"/>
          <w:color w:val="000000"/>
          <w:sz w:val="18"/>
          <w:szCs w:val="18"/>
          <w:u w:val="single"/>
          <w:lang w:val="de-DE" w:eastAsia="de-DE"/>
        </w:rPr>
        <w:t>flag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 xml:space="preserve"> ?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"*"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: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writer.newLine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>/**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  <w:t xml:space="preserve"> * Summarize each track with length (sum of step distances), distance between first and last position, and number of frames.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3F5FBF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lastRenderedPageBreak/>
        <w:tab/>
        <w:t xml:space="preserve"> */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3F5FBF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void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writePathLengths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BufferedWriter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dos, List&lt;?&gt;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throws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IOException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lengths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distances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frames = 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trackCount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double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x1, y1, x2, y2;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=0;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theTracks.listIterator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List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</w:t>
      </w:r>
      <w:proofErr w:type="spellEnd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ArrayList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if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() &gt;=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minTrackLength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bTrack.listIterator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firstParticle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new</w:t>
      </w:r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particle();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firstParticle.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copy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frames[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displayTrackNr-1]=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bTrack.size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jT.hasNext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particle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)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jT.next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lengths[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displayTrackNr-1]+=Math.sqrt(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)+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-newParticle.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oldParticle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=</w:t>
      </w:r>
      <w:proofErr w:type="spellStart"/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newParticle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distances[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displayTrackNr-1]=Math.sqrt(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-firstParticle.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x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)+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sqr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(oldParticle.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-firstParticle.</w:t>
      </w:r>
      <w:r>
        <w:rPr>
          <w:rFonts w:ascii="Consolas" w:hAnsi="Consolas" w:cs="Consolas"/>
          <w:color w:val="000000"/>
          <w:sz w:val="18"/>
          <w:szCs w:val="18"/>
          <w:u w:val="single"/>
          <w:lang w:val="en-US" w:eastAsia="de-DE"/>
        </w:rPr>
        <w:t>y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dos.newLine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dos.write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"Track 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tLength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tDistance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 traveled\</w:t>
      </w:r>
      <w:proofErr w:type="spellStart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>tNr</w:t>
      </w:r>
      <w:proofErr w:type="spellEnd"/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 of Frames"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dos.newLine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gram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gram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for</w:t>
      </w:r>
      <w:proofErr w:type="gram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7F0055"/>
          <w:sz w:val="18"/>
          <w:szCs w:val="18"/>
          <w:lang w:val="en-US" w:eastAsia="de-D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=0;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&lt;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displayTrackNr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;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++) {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 xml:space="preserve">String 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str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 =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+ (i+1) +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"\t"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)lengths[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+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"\t"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(</w:t>
      </w:r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float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)distances[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 xml:space="preserve">] + </w:t>
      </w:r>
      <w:r>
        <w:rPr>
          <w:rFonts w:ascii="Consolas" w:hAnsi="Consolas" w:cs="Consolas"/>
          <w:color w:val="2900FF"/>
          <w:sz w:val="18"/>
          <w:szCs w:val="18"/>
          <w:lang w:val="en-US" w:eastAsia="de-DE"/>
        </w:rPr>
        <w:t xml:space="preserve">"\t" </w:t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+ (</w:t>
      </w:r>
      <w:proofErr w:type="spellStart"/>
      <w:r>
        <w:rPr>
          <w:rFonts w:ascii="Consolas" w:hAnsi="Consolas" w:cs="Consolas"/>
          <w:b/>
          <w:bCs/>
          <w:color w:val="7F0055"/>
          <w:sz w:val="18"/>
          <w:szCs w:val="18"/>
          <w:lang w:val="en-US" w:eastAsia="de-DE"/>
        </w:rPr>
        <w:t>int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)frames[</w:t>
      </w:r>
      <w:proofErr w:type="spellStart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i</w:t>
      </w:r>
      <w:proofErr w:type="spellEnd"/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];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dos.write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</w:t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str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);</w:t>
      </w:r>
    </w:p>
    <w:p w:rsidR="00B36C66" w:rsidRP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de-DE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proofErr w:type="spellStart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dos.newLine</w:t>
      </w:r>
      <w:proofErr w:type="spellEnd"/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>();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 w:rsidRPr="00B36C66">
        <w:rPr>
          <w:rFonts w:ascii="Consolas" w:hAnsi="Consolas" w:cs="Consolas"/>
          <w:color w:val="000000"/>
          <w:sz w:val="18"/>
          <w:szCs w:val="18"/>
          <w:lang w:val="de-DE" w:eastAsia="de-DE"/>
        </w:rPr>
        <w:tab/>
      </w: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ab/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  <w:r>
        <w:rPr>
          <w:rFonts w:ascii="Consolas" w:hAnsi="Consolas" w:cs="Consolas"/>
          <w:color w:val="000000"/>
          <w:sz w:val="18"/>
          <w:szCs w:val="18"/>
          <w:lang w:val="en-US" w:eastAsia="de-DE"/>
        </w:rPr>
        <w:t>}</w:t>
      </w: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Default="00B36C66" w:rsidP="00B36C66">
      <w:pPr>
        <w:autoSpaceDE w:val="0"/>
        <w:autoSpaceDN w:val="0"/>
        <w:adjustRightInd w:val="0"/>
        <w:rPr>
          <w:rFonts w:ascii="Consolas" w:hAnsi="Consolas" w:cs="Consolas"/>
          <w:color w:val="000000"/>
          <w:sz w:val="18"/>
          <w:szCs w:val="18"/>
          <w:lang w:val="en-US" w:eastAsia="de-DE"/>
        </w:rPr>
      </w:pPr>
    </w:p>
    <w:p w:rsidR="00B36C66" w:rsidRPr="00B36C66" w:rsidRDefault="00B36C66">
      <w:pPr>
        <w:rPr>
          <w:lang w:val="en-US"/>
        </w:rPr>
      </w:pPr>
    </w:p>
    <w:sectPr w:rsidR="00B36C66" w:rsidRPr="00B36C66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66"/>
    <w:rsid w:val="00152530"/>
    <w:rsid w:val="00384EB1"/>
    <w:rsid w:val="003E4BC6"/>
    <w:rsid w:val="00B36C66"/>
    <w:rsid w:val="00B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36C66"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B36C66"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69B12742.dotm</Template>
  <TotalTime>0</TotalTime>
  <Pages>11</Pages>
  <Words>3127</Words>
  <Characters>17830</Characters>
  <Application>Microsoft Office Word</Application>
  <DocSecurity>0</DocSecurity>
  <Lines>148</Lines>
  <Paragraphs>41</Paragraphs>
  <ScaleCrop>false</ScaleCrop>
  <Company>Universitätsklinikum Magdeburg A.ö.R.</Company>
  <LinksUpToDate>false</LinksUpToDate>
  <CharactersWithSpaces>20916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Tedford, Kerry</dc:creator>
  <cp:lastModifiedBy>Tedford, Kerry</cp:lastModifiedBy>
  <cp:revision>2</cp:revision>
  <dcterms:created xsi:type="dcterms:W3CDTF">2018-08-17T14:49:00Z</dcterms:created>
  <dcterms:modified xsi:type="dcterms:W3CDTF">2018-08-17T15:21:00Z</dcterms:modified>
</cp:coreProperties>
</file>